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551638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551638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AB0B8B" w:rsidP="00A103F1">
      <w:pP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«29» </w:t>
      </w:r>
      <w:r w:rsidR="00D71D8C">
        <w:rPr>
          <w:color w:val="000000"/>
          <w:sz w:val="28"/>
          <w:szCs w:val="28"/>
        </w:rPr>
        <w:t xml:space="preserve"> 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5516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1638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51638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551638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551638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шего образования "Военно-медицинская академия имени С.М.Кирова" Министерства обороны Российской Федерации </w:t>
        </w:r>
      </w:fldSimple>
      <w:r w:rsidR="00C86F5C" w:rsidRPr="00C86F5C">
        <w:rPr>
          <w:rFonts w:ascii="Times New Roman" w:hAnsi="Times New Roman"/>
          <w:i/>
          <w:color w:val="000000"/>
          <w:sz w:val="24"/>
          <w:szCs w:val="24"/>
          <w:u w:val="single"/>
        </w:rPr>
        <w:t>(Кафедра (акушерства и гинекологии) клиника (акушерства и гинекол</w:t>
      </w:r>
      <w:r w:rsidR="00C86F5C" w:rsidRPr="00C86F5C">
        <w:rPr>
          <w:rFonts w:ascii="Times New Roman" w:hAnsi="Times New Roman"/>
          <w:i/>
          <w:color w:val="000000"/>
          <w:sz w:val="24"/>
          <w:szCs w:val="24"/>
          <w:u w:val="single"/>
        </w:rPr>
        <w:t>о</w:t>
      </w:r>
      <w:r w:rsidR="00C86F5C" w:rsidRPr="00C86F5C">
        <w:rPr>
          <w:rFonts w:ascii="Times New Roman" w:hAnsi="Times New Roman"/>
          <w:i/>
          <w:color w:val="000000"/>
          <w:sz w:val="24"/>
          <w:szCs w:val="24"/>
          <w:u w:val="single"/>
        </w:rPr>
        <w:t>гии))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CB3916">
        <w:fldChar w:fldCharType="begin"/>
      </w:r>
      <w:r w:rsidR="00CB3916">
        <w:instrText xml:space="preserve"> DOCVARIABLE "adr" \* MERGEFORMAT </w:instrText>
      </w:r>
      <w:r w:rsidR="00CB3916">
        <w:fldChar w:fldCharType="separate"/>
      </w:r>
      <w:r w:rsidR="00551638" w:rsidRPr="00551638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551638" w:rsidRPr="00551638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551638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551638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551638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CB3916"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51638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51638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51638" w:rsidRPr="00551638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51638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551638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5110A" w:rsidRPr="00A103F1" w:rsidRDefault="00D5110A" w:rsidP="00A103F1"/>
    <w:sectPr w:rsidR="00D5110A" w:rsidRPr="00A103F1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_x0009_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_x0009_ 7802048578 "/>
    <w:docVar w:name="N_dog" w:val=" "/>
    <w:docVar w:name="N_prikaz" w:val=" "/>
    <w:docVar w:name="ogrn" w:val=" _x0009_ 1037804002500 "/>
    <w:docVar w:name="okved" w:val=" _x0009_ _x0009_ 80.3 _x0009_ "/>
    <w:docVar w:name="org" w:val=" _x0009_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551638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163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AB0B8B"/>
    <w:rsid w:val="00B12F45"/>
    <w:rsid w:val="00B2089E"/>
    <w:rsid w:val="00B3448B"/>
    <w:rsid w:val="00BA560A"/>
    <w:rsid w:val="00C0355B"/>
    <w:rsid w:val="00C30DA5"/>
    <w:rsid w:val="00C86F5C"/>
    <w:rsid w:val="00C93056"/>
    <w:rsid w:val="00CA2E96"/>
    <w:rsid w:val="00CB3916"/>
    <w:rsid w:val="00CC6DBE"/>
    <w:rsid w:val="00CD2568"/>
    <w:rsid w:val="00D11966"/>
    <w:rsid w:val="00D5110A"/>
    <w:rsid w:val="00D71D8C"/>
    <w:rsid w:val="00DA3546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C86F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86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C86F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86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3</TotalTime>
  <Pages>1</Pages>
  <Words>75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OEM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User</dc:creator>
  <cp:lastModifiedBy>Сотрудник</cp:lastModifiedBy>
  <cp:revision>4</cp:revision>
  <cp:lastPrinted>2015-12-14T19:56:00Z</cp:lastPrinted>
  <dcterms:created xsi:type="dcterms:W3CDTF">2015-12-14T11:36:00Z</dcterms:created>
  <dcterms:modified xsi:type="dcterms:W3CDTF">2016-02-16T06:36:00Z</dcterms:modified>
</cp:coreProperties>
</file>