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5C0F8E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5C0F8E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A103F1" w:rsidP="00A103F1">
      <w:pPr>
        <w:ind w:left="5387"/>
        <w:jc w:val="center"/>
        <w:rPr>
          <w:color w:val="000000"/>
          <w:sz w:val="28"/>
          <w:szCs w:val="28"/>
        </w:rPr>
      </w:pPr>
    </w:p>
    <w:p w:rsidR="00A103F1" w:rsidRPr="00A103F1" w:rsidRDefault="00C81DCE" w:rsidP="00A103F1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«29»января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5C0F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C0F8E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шего образования "Военно-медицинская академия имени С.М.Кирова" Министерства обороны Российской Федерации (</w:t>
        </w:r>
        <w:r w:rsidR="005C0F8E" w:rsidRP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Центр (крови и тканей)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9E35C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9E35C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5C0F8E" w:rsidRPr="005C0F8E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5C0F8E" w:rsidRPr="005C0F8E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5C0F8E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5C0F8E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5C0F8E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9E35C8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C0F8E" w:rsidRPr="005C0F8E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5C0F8E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Pr="005C0F8E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501269" w:rsidRPr="005C0F8E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 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  7802048578 "/>
    <w:docVar w:name="N_dog" w:val=" "/>
    <w:docVar w:name="N_prikaz" w:val=" "/>
    <w:docVar w:name="ogrn" w:val="   1037804002500 "/>
    <w:docVar w:name="okved" w:val="     80.3   "/>
    <w:docVar w:name="org" w:val="  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5C0F8E"/>
    <w:rsid w:val="0002033E"/>
    <w:rsid w:val="00037430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C0F8E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9E35C8"/>
    <w:rsid w:val="00A026A4"/>
    <w:rsid w:val="00A103F1"/>
    <w:rsid w:val="00B12F45"/>
    <w:rsid w:val="00B2089E"/>
    <w:rsid w:val="00B3448B"/>
    <w:rsid w:val="00BA560A"/>
    <w:rsid w:val="00C0355B"/>
    <w:rsid w:val="00C30DA5"/>
    <w:rsid w:val="00C81DCE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262EE"/>
    <w:rsid w:val="00F46A20"/>
    <w:rsid w:val="00F835B0"/>
    <w:rsid w:val="00FA4E01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FA4E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A4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1</TotalTime>
  <Pages>1</Pages>
  <Words>70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Reanimator Extreme Edition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ЭКО</dc:creator>
  <cp:lastModifiedBy>Сотрудник</cp:lastModifiedBy>
  <cp:revision>2</cp:revision>
  <cp:lastPrinted>2015-12-15T06:38:00Z</cp:lastPrinted>
  <dcterms:created xsi:type="dcterms:W3CDTF">2015-12-15T06:11:00Z</dcterms:created>
  <dcterms:modified xsi:type="dcterms:W3CDTF">2016-02-16T11:00:00Z</dcterms:modified>
</cp:coreProperties>
</file>