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84190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841901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774F5A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«29» 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8419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1901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шего образования "Военно-медицинская академия имени С.М.Кирова" Министерства обороны Российской Федерации (</w:t>
        </w:r>
        <w:r w:rsidR="00841901" w:rsidRP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Консультативно-диагностический центр</w:t>
        </w:r>
        <w:bookmarkStart w:id="0" w:name="_GoBack"/>
        <w:bookmarkEnd w:id="0"/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)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F419D3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F419D3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841901" w:rsidRPr="00841901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841901" w:rsidRPr="00841901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841901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84190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84190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F419D3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841901" w:rsidRPr="0084190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84190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841901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501269" w:rsidRPr="00841901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_x0009_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_x0009_ 7802048578 "/>
    <w:docVar w:name="N_dog" w:val=" "/>
    <w:docVar w:name="N_prikaz" w:val=" "/>
    <w:docVar w:name="ogrn" w:val=" _x0009_ 1037804002500 "/>
    <w:docVar w:name="okved" w:val=" _x0009_ _x0009_ 80.3 _x0009_ "/>
    <w:docVar w:name="org" w:val=" _x0009_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841901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74F5A"/>
    <w:rsid w:val="007C5F65"/>
    <w:rsid w:val="00820552"/>
    <w:rsid w:val="00841901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19D3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8419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41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8419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41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1</TotalTime>
  <Pages>1</Pages>
  <Words>69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OEM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User</dc:creator>
  <cp:lastModifiedBy>Сотрудник</cp:lastModifiedBy>
  <cp:revision>2</cp:revision>
  <cp:lastPrinted>2015-12-15T00:26:00Z</cp:lastPrinted>
  <dcterms:created xsi:type="dcterms:W3CDTF">2015-12-15T00:25:00Z</dcterms:created>
  <dcterms:modified xsi:type="dcterms:W3CDTF">2016-02-16T06:46:00Z</dcterms:modified>
</cp:coreProperties>
</file>